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05" w:rsidRDefault="00574824">
      <w:pPr>
        <w:pStyle w:val="Standard"/>
        <w:ind w:right="4183"/>
      </w:pPr>
      <w:r>
        <w:t xml:space="preserve">                                                                                 </w:t>
      </w:r>
    </w:p>
    <w:p w:rsidR="00374605" w:rsidRDefault="0057482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</w:p>
    <w:p w:rsidR="00374605" w:rsidRDefault="0057482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Рождественского  сельского   поселения</w:t>
      </w:r>
    </w:p>
    <w:p w:rsidR="00374605" w:rsidRDefault="0057482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 муниципального района</w:t>
      </w:r>
    </w:p>
    <w:p w:rsidR="00374605" w:rsidRDefault="0057482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374605" w:rsidRDefault="00374605">
      <w:pPr>
        <w:pStyle w:val="Standard"/>
        <w:jc w:val="center"/>
        <w:rPr>
          <w:b/>
          <w:sz w:val="28"/>
          <w:szCs w:val="28"/>
        </w:rPr>
      </w:pPr>
    </w:p>
    <w:p w:rsidR="00374605" w:rsidRDefault="0057482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РЕШЕНИЕ</w:t>
      </w:r>
    </w:p>
    <w:p w:rsidR="00374605" w:rsidRDefault="00374605">
      <w:pPr>
        <w:pStyle w:val="Standard"/>
        <w:rPr>
          <w:b/>
          <w:sz w:val="28"/>
          <w:szCs w:val="28"/>
        </w:rPr>
      </w:pPr>
    </w:p>
    <w:p w:rsidR="00374605" w:rsidRDefault="00574824">
      <w:pPr>
        <w:pStyle w:val="Standard"/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От          21.02.2018 года                                                        №  1</w:t>
      </w:r>
    </w:p>
    <w:p w:rsidR="00374605" w:rsidRDefault="00374605">
      <w:pPr>
        <w:pStyle w:val="Standard"/>
        <w:jc w:val="center"/>
        <w:rPr>
          <w:sz w:val="28"/>
          <w:szCs w:val="28"/>
        </w:rPr>
      </w:pPr>
    </w:p>
    <w:p w:rsidR="00374605" w:rsidRDefault="00374605">
      <w:pPr>
        <w:pStyle w:val="Standard"/>
        <w:jc w:val="center"/>
        <w:rPr>
          <w:sz w:val="28"/>
          <w:szCs w:val="28"/>
        </w:rPr>
      </w:pPr>
    </w:p>
    <w:p w:rsidR="00374605" w:rsidRDefault="00374605">
      <w:pPr>
        <w:pStyle w:val="Standard"/>
        <w:jc w:val="center"/>
        <w:rPr>
          <w:sz w:val="28"/>
          <w:szCs w:val="28"/>
        </w:rPr>
      </w:pPr>
    </w:p>
    <w:p w:rsidR="00374605" w:rsidRDefault="00374605">
      <w:pPr>
        <w:pStyle w:val="Standard"/>
        <w:jc w:val="center"/>
        <w:rPr>
          <w:sz w:val="28"/>
          <w:szCs w:val="28"/>
        </w:rPr>
      </w:pPr>
    </w:p>
    <w:p w:rsidR="00374605" w:rsidRDefault="0057482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выделении финансовых средств на проведение выборов.</w:t>
      </w:r>
    </w:p>
    <w:p w:rsidR="00374605" w:rsidRDefault="00374605">
      <w:pPr>
        <w:pStyle w:val="Standard"/>
        <w:rPr>
          <w:sz w:val="28"/>
          <w:szCs w:val="28"/>
        </w:rPr>
      </w:pPr>
    </w:p>
    <w:p w:rsidR="00374605" w:rsidRDefault="00374605">
      <w:pPr>
        <w:pStyle w:val="Standard"/>
        <w:jc w:val="center"/>
        <w:rPr>
          <w:sz w:val="28"/>
          <w:szCs w:val="28"/>
        </w:rPr>
      </w:pPr>
    </w:p>
    <w:p w:rsidR="00374605" w:rsidRDefault="0057482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 от </w:t>
      </w:r>
      <w:r>
        <w:rPr>
          <w:sz w:val="28"/>
          <w:szCs w:val="28"/>
        </w:rPr>
        <w:t>12.06.2002 г. № 67-ФЗ « Об основных гарантиях избирательных прав и права на участие в референдуме граждан Российской Федерации», Уставом Рождественского сельского поселения, в целях реализации избирательного права граждан Российской Федерации Совет Рождест</w:t>
      </w:r>
      <w:r>
        <w:rPr>
          <w:sz w:val="28"/>
          <w:szCs w:val="28"/>
        </w:rPr>
        <w:t>венского сельского поселения</w:t>
      </w:r>
    </w:p>
    <w:p w:rsidR="00374605" w:rsidRDefault="00374605">
      <w:pPr>
        <w:pStyle w:val="Standard"/>
        <w:rPr>
          <w:sz w:val="28"/>
          <w:szCs w:val="28"/>
        </w:rPr>
      </w:pPr>
    </w:p>
    <w:p w:rsidR="00374605" w:rsidRDefault="0057482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74605" w:rsidRDefault="00374605">
      <w:pPr>
        <w:pStyle w:val="Standard"/>
        <w:jc w:val="center"/>
        <w:rPr>
          <w:sz w:val="28"/>
          <w:szCs w:val="28"/>
        </w:rPr>
      </w:pPr>
    </w:p>
    <w:p w:rsidR="00374605" w:rsidRDefault="00374605">
      <w:pPr>
        <w:pStyle w:val="Standard"/>
        <w:jc w:val="center"/>
        <w:rPr>
          <w:sz w:val="28"/>
          <w:szCs w:val="28"/>
        </w:rPr>
      </w:pPr>
    </w:p>
    <w:p w:rsidR="00374605" w:rsidRDefault="00574824">
      <w:pPr>
        <w:pStyle w:val="a4"/>
        <w:numPr>
          <w:ilvl w:val="0"/>
          <w:numId w:val="1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Выделить администрации Рождественского сельского поселения Приволжского муниципального района Ивановской области финансовые средства для организации голосования  избирателей, находящихся в значительно удаленных от </w:t>
      </w:r>
      <w:r>
        <w:rPr>
          <w:sz w:val="28"/>
          <w:szCs w:val="28"/>
        </w:rPr>
        <w:t>помещения для голосования местах при проведении выборов Президента Российской Федерации, выборов Губернатора Ивановской области, выборов депутатов Ивановской области Думы седьмого созыва посредством доставки (подвоза) избирателей к помещениям для голосован</w:t>
      </w:r>
      <w:r>
        <w:rPr>
          <w:sz w:val="28"/>
          <w:szCs w:val="28"/>
        </w:rPr>
        <w:t>ия.</w:t>
      </w:r>
    </w:p>
    <w:p w:rsidR="00374605" w:rsidRDefault="00574824">
      <w:pPr>
        <w:pStyle w:val="a4"/>
        <w:numPr>
          <w:ilvl w:val="0"/>
          <w:numId w:val="1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Решения возложить на Главу Рождественского сельского поселения.</w:t>
      </w:r>
    </w:p>
    <w:p w:rsidR="00374605" w:rsidRDefault="00574824">
      <w:pPr>
        <w:pStyle w:val="a4"/>
        <w:numPr>
          <w:ilvl w:val="0"/>
          <w:numId w:val="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 в силу с момента подписания и подлежит размещению на официальном сайте администрации Рождественского сельского поселения.</w:t>
      </w:r>
    </w:p>
    <w:p w:rsidR="00374605" w:rsidRDefault="00374605">
      <w:pPr>
        <w:pStyle w:val="a4"/>
        <w:rPr>
          <w:sz w:val="28"/>
          <w:szCs w:val="28"/>
        </w:rPr>
      </w:pPr>
    </w:p>
    <w:p w:rsidR="00374605" w:rsidRDefault="00574824">
      <w:pPr>
        <w:pStyle w:val="a4"/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 xml:space="preserve"> Рождественского </w:t>
      </w:r>
    </w:p>
    <w:p w:rsidR="00374605" w:rsidRDefault="00574824">
      <w:pPr>
        <w:pStyle w:val="a4"/>
        <w:rPr>
          <w:sz w:val="28"/>
          <w:szCs w:val="28"/>
        </w:rPr>
      </w:pPr>
      <w:r>
        <w:rPr>
          <w:sz w:val="28"/>
          <w:szCs w:val="28"/>
        </w:rPr>
        <w:t>сельского поселения:                                 Н.В. Нагорнова</w:t>
      </w:r>
    </w:p>
    <w:p w:rsidR="00374605" w:rsidRDefault="00374605">
      <w:pPr>
        <w:pStyle w:val="a4"/>
        <w:rPr>
          <w:sz w:val="28"/>
          <w:szCs w:val="28"/>
        </w:rPr>
      </w:pPr>
    </w:p>
    <w:p w:rsidR="00374605" w:rsidRDefault="00574824">
      <w:pPr>
        <w:pStyle w:val="a4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374605" w:rsidRDefault="0057482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Рождественского сельского поселения:                 И.И. Сазанова </w:t>
      </w:r>
    </w:p>
    <w:p w:rsidR="00374605" w:rsidRDefault="00374605">
      <w:pPr>
        <w:pStyle w:val="Standard"/>
        <w:rPr>
          <w:sz w:val="28"/>
          <w:szCs w:val="28"/>
        </w:rPr>
      </w:pPr>
    </w:p>
    <w:p w:rsidR="00374605" w:rsidRDefault="00374605">
      <w:pPr>
        <w:pStyle w:val="Standard"/>
        <w:rPr>
          <w:sz w:val="28"/>
          <w:szCs w:val="28"/>
        </w:rPr>
      </w:pPr>
    </w:p>
    <w:p w:rsidR="00374605" w:rsidRDefault="00374605">
      <w:pPr>
        <w:pStyle w:val="Standard"/>
        <w:rPr>
          <w:sz w:val="28"/>
          <w:szCs w:val="28"/>
        </w:rPr>
      </w:pPr>
    </w:p>
    <w:p w:rsidR="00374605" w:rsidRDefault="00374605">
      <w:pPr>
        <w:pStyle w:val="Standard"/>
        <w:rPr>
          <w:sz w:val="28"/>
          <w:szCs w:val="28"/>
        </w:rPr>
      </w:pPr>
    </w:p>
    <w:p w:rsidR="00374605" w:rsidRDefault="00374605">
      <w:pPr>
        <w:pStyle w:val="Standard"/>
        <w:rPr>
          <w:sz w:val="28"/>
          <w:szCs w:val="28"/>
        </w:rPr>
      </w:pPr>
    </w:p>
    <w:p w:rsidR="00374605" w:rsidRDefault="00374605">
      <w:pPr>
        <w:pStyle w:val="Standard"/>
        <w:rPr>
          <w:sz w:val="28"/>
          <w:szCs w:val="28"/>
        </w:rPr>
      </w:pPr>
    </w:p>
    <w:p w:rsidR="00374605" w:rsidRDefault="0057482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Глава Рождественского сельского  поселения:                           Н.В. </w:t>
      </w:r>
      <w:r>
        <w:rPr>
          <w:sz w:val="28"/>
          <w:szCs w:val="28"/>
        </w:rPr>
        <w:t>Нагорнова</w:t>
      </w:r>
    </w:p>
    <w:p w:rsidR="00374605" w:rsidRDefault="0057482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374605" w:rsidRDefault="0057482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Рождественского сельского поселения:                                       И.И.Сазанова </w:t>
      </w:r>
    </w:p>
    <w:p w:rsidR="00374605" w:rsidRDefault="00374605">
      <w:pPr>
        <w:pStyle w:val="Standard"/>
        <w:rPr>
          <w:sz w:val="28"/>
          <w:szCs w:val="28"/>
        </w:rPr>
      </w:pPr>
    </w:p>
    <w:p w:rsidR="00374605" w:rsidRDefault="00374605">
      <w:pPr>
        <w:pStyle w:val="Standard"/>
      </w:pPr>
    </w:p>
    <w:p w:rsidR="00374605" w:rsidRDefault="00374605">
      <w:pPr>
        <w:pStyle w:val="Standard"/>
      </w:pPr>
    </w:p>
    <w:p w:rsidR="00374605" w:rsidRDefault="00374605">
      <w:pPr>
        <w:pStyle w:val="Standard"/>
      </w:pPr>
    </w:p>
    <w:sectPr w:rsidR="00374605" w:rsidSect="00374605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824" w:rsidRDefault="00574824" w:rsidP="00374605">
      <w:pPr>
        <w:spacing w:after="0" w:line="240" w:lineRule="auto"/>
      </w:pPr>
      <w:r>
        <w:separator/>
      </w:r>
    </w:p>
  </w:endnote>
  <w:endnote w:type="continuationSeparator" w:id="0">
    <w:p w:rsidR="00574824" w:rsidRDefault="00574824" w:rsidP="00374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824" w:rsidRDefault="00574824" w:rsidP="00374605">
      <w:pPr>
        <w:spacing w:after="0" w:line="240" w:lineRule="auto"/>
      </w:pPr>
      <w:r w:rsidRPr="00374605">
        <w:rPr>
          <w:color w:val="000000"/>
        </w:rPr>
        <w:separator/>
      </w:r>
    </w:p>
  </w:footnote>
  <w:footnote w:type="continuationSeparator" w:id="0">
    <w:p w:rsidR="00574824" w:rsidRDefault="00574824" w:rsidP="00374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A7F95"/>
    <w:multiLevelType w:val="multilevel"/>
    <w:tmpl w:val="A21EFFE0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4605"/>
    <w:rsid w:val="00374605"/>
    <w:rsid w:val="00574824"/>
    <w:rsid w:val="007E5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4605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74605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basedOn w:val="Standard"/>
    <w:next w:val="Textbody"/>
    <w:rsid w:val="0037460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374605"/>
    <w:pPr>
      <w:spacing w:after="120"/>
    </w:pPr>
  </w:style>
  <w:style w:type="paragraph" w:styleId="a3">
    <w:name w:val="List"/>
    <w:basedOn w:val="Textbody"/>
    <w:rsid w:val="00374605"/>
    <w:rPr>
      <w:rFonts w:cs="Arial"/>
    </w:rPr>
  </w:style>
  <w:style w:type="paragraph" w:customStyle="1" w:styleId="Caption">
    <w:name w:val="Caption"/>
    <w:basedOn w:val="Standard"/>
    <w:rsid w:val="003746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374605"/>
    <w:pPr>
      <w:suppressLineNumbers/>
    </w:pPr>
    <w:rPr>
      <w:rFonts w:cs="Arial"/>
    </w:rPr>
  </w:style>
  <w:style w:type="paragraph" w:styleId="a4">
    <w:name w:val="List Paragraph"/>
    <w:basedOn w:val="Standard"/>
    <w:rsid w:val="00374605"/>
    <w:pPr>
      <w:ind w:left="720"/>
    </w:pPr>
  </w:style>
  <w:style w:type="numbering" w:customStyle="1" w:styleId="WWNum1">
    <w:name w:val="WWNum1"/>
    <w:basedOn w:val="a2"/>
    <w:rsid w:val="00374605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cp:lastPrinted>2018-02-25T01:08:00Z</cp:lastPrinted>
  <dcterms:created xsi:type="dcterms:W3CDTF">2018-03-06T10:28:00Z</dcterms:created>
  <dcterms:modified xsi:type="dcterms:W3CDTF">2018-03-06T10:28:00Z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